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FE827" w14:textId="2082A393" w:rsidR="00C03EBE" w:rsidRDefault="00F81491" w:rsidP="00B738B3">
      <w:pPr>
        <w:pStyle w:val="Titl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editId="383C4947">
            <wp:simplePos x="0" y="0"/>
            <wp:positionH relativeFrom="column">
              <wp:posOffset>0</wp:posOffset>
            </wp:positionH>
            <wp:positionV relativeFrom="paragraph">
              <wp:posOffset>647700</wp:posOffset>
            </wp:positionV>
            <wp:extent cx="3305175" cy="18097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38B3">
        <w:t>Geometry Review – Triangles and Angles</w:t>
      </w:r>
    </w:p>
    <w:p w14:paraId="660A1774" w14:textId="11F2FFE0" w:rsidR="00B738B3" w:rsidRPr="00F81491" w:rsidRDefault="00F81491" w:rsidP="00F81491">
      <w:pPr>
        <w:pStyle w:val="ListParagraph"/>
        <w:numPr>
          <w:ilvl w:val="0"/>
          <w:numId w:val="1"/>
        </w:numPr>
        <w:spacing w:line="480" w:lineRule="auto"/>
      </w:pPr>
      <w:r w:rsidRPr="00F81491">
        <w:t>Angle 1</w:t>
      </w:r>
    </w:p>
    <w:p w14:paraId="324EE5D4" w14:textId="6E7B9D61" w:rsidR="00F81491" w:rsidRPr="00F81491" w:rsidRDefault="00F81491" w:rsidP="00F81491">
      <w:pPr>
        <w:pStyle w:val="ListParagraph"/>
        <w:numPr>
          <w:ilvl w:val="0"/>
          <w:numId w:val="1"/>
        </w:numPr>
        <w:spacing w:line="480" w:lineRule="auto"/>
      </w:pPr>
      <w:r w:rsidRPr="00F81491">
        <w:t>Angle 2</w:t>
      </w:r>
    </w:p>
    <w:p w14:paraId="175196B7" w14:textId="404E3B5D" w:rsidR="00F81491" w:rsidRPr="00F81491" w:rsidRDefault="00F81491" w:rsidP="00F81491">
      <w:pPr>
        <w:pStyle w:val="ListParagraph"/>
        <w:numPr>
          <w:ilvl w:val="0"/>
          <w:numId w:val="1"/>
        </w:numPr>
        <w:spacing w:line="480" w:lineRule="auto"/>
      </w:pPr>
      <w:r w:rsidRPr="00F81491">
        <w:t>Angle 3</w:t>
      </w:r>
    </w:p>
    <w:p w14:paraId="144847FD" w14:textId="77CF904A" w:rsidR="00F81491" w:rsidRPr="00F81491" w:rsidRDefault="00F81491" w:rsidP="00F81491">
      <w:pPr>
        <w:pStyle w:val="ListParagraph"/>
        <w:numPr>
          <w:ilvl w:val="0"/>
          <w:numId w:val="1"/>
        </w:numPr>
        <w:spacing w:line="480" w:lineRule="auto"/>
      </w:pPr>
      <w:r w:rsidRPr="00F81491">
        <w:t>Angle 4</w:t>
      </w:r>
      <w:bookmarkStart w:id="0" w:name="_GoBack"/>
      <w:bookmarkEnd w:id="0"/>
    </w:p>
    <w:p w14:paraId="70DF5FF7" w14:textId="77777777" w:rsidR="00F81491" w:rsidRPr="00F81491" w:rsidRDefault="00F81491" w:rsidP="00F81491"/>
    <w:p w14:paraId="4D365AC8" w14:textId="4D390F19" w:rsidR="00F81491" w:rsidRDefault="00F81491" w:rsidP="00F81491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F81491">
        <w:rPr>
          <w:noProof/>
        </w:rPr>
        <w:drawing>
          <wp:anchor distT="0" distB="0" distL="114300" distR="114300" simplePos="0" relativeHeight="251659264" behindDoc="0" locked="0" layoutInCell="1" allowOverlap="1" wp14:editId="16A3F6F0">
            <wp:simplePos x="0" y="0"/>
            <wp:positionH relativeFrom="column">
              <wp:posOffset>0</wp:posOffset>
            </wp:positionH>
            <wp:positionV relativeFrom="paragraph">
              <wp:posOffset>165100</wp:posOffset>
            </wp:positionV>
            <wp:extent cx="3076575" cy="17716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1491">
        <w:rPr>
          <w:rFonts w:cs="TimesNewRomanPSMT"/>
        </w:rPr>
        <w:t>Define, in words, the fol</w:t>
      </w:r>
      <w:r w:rsidR="00924628">
        <w:rPr>
          <w:rFonts w:cs="TimesNewRomanPSMT"/>
        </w:rPr>
        <w:t xml:space="preserve">lowing and state </w:t>
      </w:r>
      <w:proofErr w:type="gramStart"/>
      <w:r w:rsidR="00924628">
        <w:rPr>
          <w:rFonts w:cs="TimesNewRomanPSMT"/>
        </w:rPr>
        <w:t>which</w:t>
      </w:r>
      <w:proofErr w:type="gramEnd"/>
      <w:r w:rsidR="00924628">
        <w:rPr>
          <w:rFonts w:cs="TimesNewRomanPSMT"/>
        </w:rPr>
        <w:t xml:space="preserve"> segment, </w:t>
      </w:r>
      <w:r w:rsidRPr="00F81491">
        <w:rPr>
          <w:rFonts w:cs="TimesNewRomanPSMT"/>
        </w:rPr>
        <w:t>in the image below, matches the description.</w:t>
      </w:r>
    </w:p>
    <w:p w14:paraId="420D46A4" w14:textId="77777777" w:rsidR="00F81491" w:rsidRPr="00F81491" w:rsidRDefault="00F81491" w:rsidP="00F81491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</w:p>
    <w:p w14:paraId="394590C9" w14:textId="77777777" w:rsidR="00F81491" w:rsidRPr="00F81491" w:rsidRDefault="00F81491" w:rsidP="00F81491">
      <w:pPr>
        <w:autoSpaceDE w:val="0"/>
        <w:autoSpaceDN w:val="0"/>
        <w:adjustRightInd w:val="0"/>
        <w:spacing w:after="0" w:line="240" w:lineRule="auto"/>
        <w:rPr>
          <w:rFonts w:cs="TimesNewRomanPSMT"/>
        </w:rPr>
      </w:pPr>
      <w:r w:rsidRPr="00F81491">
        <w:rPr>
          <w:rFonts w:cs="TimesNewRomanPSMT"/>
        </w:rPr>
        <w:t>D, E, and F are the midpoints of each side.</w:t>
      </w:r>
    </w:p>
    <w:p w14:paraId="3CD0389A" w14:textId="17BA37AC" w:rsidR="00F81491" w:rsidRPr="00F81491" w:rsidRDefault="00F81491" w:rsidP="00F814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TimesNewRomanPSMT"/>
        </w:rPr>
      </w:pPr>
      <w:r w:rsidRPr="00F81491">
        <w:rPr>
          <w:rFonts w:cs="TimesNewRomanPSMT"/>
        </w:rPr>
        <w:t>median</w:t>
      </w:r>
    </w:p>
    <w:p w14:paraId="1B182DA9" w14:textId="503C3AF2" w:rsidR="00F81491" w:rsidRPr="00F81491" w:rsidRDefault="00F81491" w:rsidP="00F814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TimesNewRomanPSMT"/>
        </w:rPr>
      </w:pPr>
      <w:r w:rsidRPr="00F81491">
        <w:rPr>
          <w:rFonts w:cs="TimesNewRomanPSMT"/>
        </w:rPr>
        <w:t>altitude</w:t>
      </w:r>
    </w:p>
    <w:p w14:paraId="099C6B57" w14:textId="4F685526" w:rsidR="00F81491" w:rsidRPr="00F81491" w:rsidRDefault="00F81491" w:rsidP="00F8149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TimesNewRomanPSMT"/>
        </w:rPr>
      </w:pPr>
      <w:r w:rsidRPr="00F81491">
        <w:rPr>
          <w:rFonts w:cs="TimesNewRomanPSMT"/>
        </w:rPr>
        <w:t>angle bisector</w:t>
      </w:r>
    </w:p>
    <w:p w14:paraId="1159862E" w14:textId="1E519BD0" w:rsidR="00F81491" w:rsidRPr="00F81491" w:rsidRDefault="00F81491" w:rsidP="00F81491">
      <w:pPr>
        <w:pStyle w:val="ListParagraph"/>
        <w:numPr>
          <w:ilvl w:val="0"/>
          <w:numId w:val="1"/>
        </w:numPr>
        <w:spacing w:line="480" w:lineRule="auto"/>
      </w:pPr>
      <w:r>
        <w:rPr>
          <w:rFonts w:cs="TimesNewRomanPSMT"/>
        </w:rPr>
        <w:t>perpendicular bisector</w:t>
      </w:r>
    </w:p>
    <w:p w14:paraId="3400F05A" w14:textId="7BDEEED2" w:rsidR="00F81491" w:rsidRDefault="00F81491" w:rsidP="00F81491">
      <w:pPr>
        <w:pStyle w:val="ListParagraph"/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editId="7F7136F3">
            <wp:simplePos x="0" y="0"/>
            <wp:positionH relativeFrom="column">
              <wp:posOffset>0</wp:posOffset>
            </wp:positionH>
            <wp:positionV relativeFrom="paragraph">
              <wp:posOffset>372745</wp:posOffset>
            </wp:positionV>
            <wp:extent cx="3505200" cy="14287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1491">
        <w:rPr>
          <w:rFonts w:cs="TimesNewRomanPSMT"/>
          <w:sz w:val="24"/>
          <w:szCs w:val="24"/>
        </w:rPr>
        <w:t>Name the type of congruence that each pair of triangles displays, and fill in the missing values, if</w:t>
      </w:r>
      <w:r>
        <w:rPr>
          <w:rFonts w:cs="TimesNewRomanPSMT"/>
          <w:sz w:val="24"/>
          <w:szCs w:val="24"/>
        </w:rPr>
        <w:t xml:space="preserve"> </w:t>
      </w:r>
      <w:r w:rsidRPr="00F81491">
        <w:rPr>
          <w:rFonts w:cs="TimesNewRomanPSMT"/>
          <w:sz w:val="24"/>
          <w:szCs w:val="24"/>
        </w:rPr>
        <w:t>applicable.</w:t>
      </w:r>
    </w:p>
    <w:p w14:paraId="3555FA2B" w14:textId="668A37BE" w:rsidR="00F81491" w:rsidRDefault="00F81491" w:rsidP="0058242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Type of congruence</w:t>
      </w:r>
    </w:p>
    <w:p w14:paraId="00A31449" w14:textId="3F5C651A" w:rsidR="00582425" w:rsidRPr="00582425" w:rsidRDefault="00F81491" w:rsidP="0058242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x</w:t>
      </w:r>
      <w:r w:rsidR="00582425">
        <w:rPr>
          <w:rFonts w:cs="TimesNewRomanPSMT"/>
          <w:sz w:val="24"/>
          <w:szCs w:val="24"/>
        </w:rPr>
        <w:t>=</w:t>
      </w:r>
    </w:p>
    <w:p w14:paraId="0B4DE1EE" w14:textId="68700D57" w:rsidR="00582425" w:rsidRPr="00582425" w:rsidRDefault="00582425" w:rsidP="00582425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>
        <w:rPr>
          <w:noProof/>
        </w:rPr>
        <w:drawing>
          <wp:inline distT="0" distB="0" distL="0" distR="0" wp14:editId="2DBCA703">
            <wp:extent cx="3184513" cy="18288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468" cy="1824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6BDEA34B" w14:textId="33E6BAF4" w:rsidR="00582425" w:rsidRDefault="00582425" w:rsidP="0058242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type of congruence</w:t>
      </w:r>
    </w:p>
    <w:p w14:paraId="572B665C" w14:textId="77777777" w:rsidR="00582425" w:rsidRDefault="00582425" w:rsidP="0058242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x=</w:t>
      </w:r>
    </w:p>
    <w:p w14:paraId="66C8900E" w14:textId="77777777" w:rsidR="00582425" w:rsidRDefault="00582425" w:rsidP="00582425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14:paraId="1F49F474" w14:textId="77777777" w:rsidR="00582425" w:rsidRPr="00582425" w:rsidRDefault="00582425" w:rsidP="00582425">
      <w:pPr>
        <w:autoSpaceDE w:val="0"/>
        <w:autoSpaceDN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14:paraId="3702C9D7" w14:textId="248A8D84" w:rsidR="00582425" w:rsidRDefault="00582425" w:rsidP="0058242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TimesNewRomanPSMT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editId="773E63EC">
            <wp:simplePos x="0" y="0"/>
            <wp:positionH relativeFrom="column">
              <wp:posOffset>2743200</wp:posOffset>
            </wp:positionH>
            <wp:positionV relativeFrom="paragraph">
              <wp:posOffset>-133350</wp:posOffset>
            </wp:positionV>
            <wp:extent cx="2400300" cy="21717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TimesNewRomanPSMT"/>
          <w:sz w:val="24"/>
          <w:szCs w:val="24"/>
        </w:rPr>
        <w:t>type of congruence</w:t>
      </w:r>
    </w:p>
    <w:p w14:paraId="0105FE99" w14:textId="5E04DD9E" w:rsidR="00582425" w:rsidRPr="00582425" w:rsidRDefault="00582425" w:rsidP="0058242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x=</w:t>
      </w:r>
    </w:p>
    <w:p w14:paraId="3BD33010" w14:textId="4FCDC850" w:rsidR="00F81491" w:rsidRDefault="00F81491" w:rsidP="00F81491">
      <w:pPr>
        <w:spacing w:line="480" w:lineRule="auto"/>
      </w:pPr>
    </w:p>
    <w:p w14:paraId="569F5CF4" w14:textId="77777777" w:rsidR="00582425" w:rsidRDefault="00582425" w:rsidP="00F81491">
      <w:pPr>
        <w:spacing w:line="480" w:lineRule="auto"/>
      </w:pPr>
    </w:p>
    <w:p w14:paraId="3ABDD38F" w14:textId="77777777" w:rsidR="00582425" w:rsidRDefault="00582425" w:rsidP="00F81491">
      <w:pPr>
        <w:spacing w:line="480" w:lineRule="auto"/>
      </w:pPr>
    </w:p>
    <w:p w14:paraId="3C45A0B6" w14:textId="467C81AC" w:rsidR="00582425" w:rsidRDefault="00582425" w:rsidP="00F81491">
      <w:pPr>
        <w:spacing w:line="480" w:lineRule="auto"/>
      </w:pPr>
      <w:r w:rsidRPr="00582425">
        <w:t xml:space="preserve">Name the </w:t>
      </w:r>
      <w:proofErr w:type="gramStart"/>
      <w:r w:rsidRPr="00582425">
        <w:t>relationship:</w:t>
      </w:r>
      <w:proofErr w:type="gramEnd"/>
      <w:r w:rsidRPr="00582425">
        <w:t xml:space="preserve"> complementary, linear pair, vertical, or adjacent.</w:t>
      </w:r>
    </w:p>
    <w:p w14:paraId="31877FB9" w14:textId="3F6C39EF" w:rsidR="00582425" w:rsidRDefault="00582425" w:rsidP="00582425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drawing>
          <wp:inline distT="0" distB="0" distL="0" distR="0" wp14:editId="7A1980B9">
            <wp:extent cx="1939290" cy="97726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5F761E9" w14:textId="7808BE92" w:rsidR="00582425" w:rsidRDefault="00582425" w:rsidP="00582425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drawing>
          <wp:inline distT="0" distB="0" distL="0" distR="0" wp14:editId="17717E58">
            <wp:extent cx="1970405" cy="86741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40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283E79F" w14:textId="7DB8FA1B" w:rsidR="00582425" w:rsidRDefault="00582425" w:rsidP="00582425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drawing>
          <wp:inline distT="0" distB="0" distL="0" distR="0" wp14:editId="21DEDC5F">
            <wp:extent cx="1166495" cy="143446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58C35122" w14:textId="7EBAA5E1" w:rsidR="00582425" w:rsidRDefault="00582425" w:rsidP="00F81491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lastRenderedPageBreak/>
        <w:drawing>
          <wp:inline distT="0" distB="0" distL="0" distR="0" wp14:editId="52A4D20B">
            <wp:extent cx="1970405" cy="203390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405" cy="203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597A91B6" w14:textId="208BEACF" w:rsidR="00582425" w:rsidRDefault="00582425" w:rsidP="00582425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drawing>
          <wp:inline distT="0" distB="0" distL="0" distR="0" wp14:editId="27952A7E">
            <wp:extent cx="1671320" cy="170243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320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3E0EAD6" w14:textId="7FA034C5" w:rsidR="00F81491" w:rsidRDefault="00582425" w:rsidP="00F81491">
      <w:pPr>
        <w:spacing w:line="480" w:lineRule="auto"/>
      </w:pPr>
      <w:r>
        <w:t>Find the value of x.</w:t>
      </w:r>
    </w:p>
    <w:p w14:paraId="40155D42" w14:textId="068E37EA" w:rsidR="00582425" w:rsidRDefault="00582425" w:rsidP="00582425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drawing>
          <wp:inline distT="0" distB="0" distL="0" distR="0" wp14:editId="45D48F67">
            <wp:extent cx="2459355" cy="286956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355" cy="286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1903C927" w14:textId="79A64F47" w:rsidR="00582425" w:rsidRDefault="00582425" w:rsidP="00582425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lastRenderedPageBreak/>
        <w:drawing>
          <wp:inline distT="0" distB="0" distL="0" distR="0" wp14:editId="644301BB">
            <wp:extent cx="1544955" cy="190754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7C3C49A8" w14:textId="757B35ED" w:rsidR="00582425" w:rsidRDefault="00582425" w:rsidP="00582425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drawing>
          <wp:inline distT="0" distB="0" distL="0" distR="0" wp14:editId="4440654E">
            <wp:extent cx="2696210" cy="291655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210" cy="2916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12D0C813" w14:textId="4985B97C" w:rsidR="00582425" w:rsidRDefault="00582425" w:rsidP="00582425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w:drawing>
          <wp:inline distT="0" distB="0" distL="0" distR="0" wp14:editId="37A4D4D5">
            <wp:extent cx="2207260" cy="245935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60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2A29962D" w14:textId="77777777" w:rsidR="00582425" w:rsidRPr="00F81491" w:rsidRDefault="00582425" w:rsidP="00582425">
      <w:pPr>
        <w:pStyle w:val="ListParagraph"/>
        <w:spacing w:line="480" w:lineRule="auto"/>
      </w:pPr>
    </w:p>
    <w:sectPr w:rsidR="00582425" w:rsidRPr="00F814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748C6"/>
    <w:multiLevelType w:val="hybridMultilevel"/>
    <w:tmpl w:val="27A09F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404B3"/>
    <w:multiLevelType w:val="hybridMultilevel"/>
    <w:tmpl w:val="E920F5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D21470"/>
    <w:multiLevelType w:val="hybridMultilevel"/>
    <w:tmpl w:val="9D2404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053A4"/>
    <w:multiLevelType w:val="hybridMultilevel"/>
    <w:tmpl w:val="FB3007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8B3"/>
    <w:rsid w:val="00582425"/>
    <w:rsid w:val="00924628"/>
    <w:rsid w:val="00973B99"/>
    <w:rsid w:val="009B7AFE"/>
    <w:rsid w:val="00B738B3"/>
    <w:rsid w:val="00C03EBE"/>
    <w:rsid w:val="00F81491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3E1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738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38B3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8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738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38B3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81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png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4</cp:revision>
  <cp:lastPrinted>2010-05-03T14:34:00Z</cp:lastPrinted>
  <dcterms:created xsi:type="dcterms:W3CDTF">2010-04-30T14:50:00Z</dcterms:created>
  <dcterms:modified xsi:type="dcterms:W3CDTF">2010-05-03T14:35:00Z</dcterms:modified>
</cp:coreProperties>
</file>